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717" w:rsidRPr="00FA6E4E" w:rsidRDefault="00A60D06" w:rsidP="00FA6E4E">
      <w:pPr>
        <w:pStyle w:val="Heading110"/>
        <w:keepNext/>
        <w:keepLines/>
        <w:shd w:val="clear" w:color="auto" w:fill="auto"/>
        <w:spacing w:after="0" w:line="240" w:lineRule="auto"/>
        <w:ind w:right="198"/>
        <w:jc w:val="left"/>
        <w:rPr>
          <w:b w:val="0"/>
          <w:sz w:val="6"/>
        </w:rPr>
      </w:pPr>
      <w:bookmarkStart w:id="0" w:name="bookmark0"/>
      <w:r>
        <w:rPr>
          <w:noProof/>
          <w:lang w:eastAsia="bg-BG" w:bidi="ar-SA"/>
        </w:rPr>
        <w:drawing>
          <wp:anchor distT="0" distB="0" distL="63500" distR="164465" simplePos="0" relativeHeight="251657728" behindDoc="1" locked="0" layoutInCell="1" allowOverlap="1" wp14:anchorId="307D786B" wp14:editId="58817F5B">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Pr>
          <w:b w:val="0"/>
          <w:noProof/>
          <w:sz w:val="20"/>
          <w:lang w:eastAsia="bg-BG" w:bidi="ar-SA"/>
        </w:rPr>
        <mc:AlternateContent>
          <mc:Choice Requires="wps">
            <w:drawing>
              <wp:anchor distT="0" distB="0" distL="114300" distR="114300" simplePos="0" relativeHeight="251659776" behindDoc="1" locked="0" layoutInCell="0" allowOverlap="1" wp14:anchorId="7AFFA1C4" wp14:editId="3BEDE8F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rPr>
                            </w:pPr>
                            <w:r>
                              <w:rPr>
                                <w:rFonts w:ascii="Arial" w:hAnsi="Arial"/>
                                <w:b/>
                                <w:bCs/>
                                <w:sz w:val="48"/>
                              </w:rPr>
                              <w:t>BG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FA1C4"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5F7717" w:rsidRPr="00260E65" w:rsidRDefault="005F7717">
                      <w:pPr>
                        <w:jc w:val="center"/>
                        <w:rPr>
                          <w:rFonts w:ascii="Arial" w:hAnsi="Arial" w:cs="Arial"/>
                          <w:b/>
                          <w:bCs/>
                          <w:sz w:val="48"/>
                        </w:rPr>
                      </w:pPr>
                      <w:r>
                        <w:rPr>
                          <w:rFonts w:ascii="Arial" w:hAnsi="Arial"/>
                          <w:b/>
                          <w:bCs/>
                          <w:sz w:val="48"/>
                        </w:rPr>
                        <w:t>BG</w:t>
                      </w:r>
                    </w:p>
                  </w:txbxContent>
                </v:textbox>
                <w10:wrap anchorx="page" anchory="page"/>
              </v:shape>
            </w:pict>
          </mc:Fallback>
        </mc:AlternateContent>
      </w:r>
    </w:p>
    <w:p w:rsidR="007D1F4E" w:rsidRPr="00FA6E4E" w:rsidRDefault="00C87E7D" w:rsidP="00FA6E4E">
      <w:pPr>
        <w:pStyle w:val="Heading110"/>
        <w:keepNext/>
        <w:keepLines/>
        <w:shd w:val="clear" w:color="auto" w:fill="auto"/>
        <w:ind w:right="200"/>
      </w:pPr>
      <w:r>
        <w:t>Симулация на действия в областта на климата: Развиващи се държави</w:t>
      </w:r>
      <w:bookmarkEnd w:id="0"/>
    </w:p>
    <w:p w:rsidR="007D1F4E" w:rsidRPr="00FA6E4E" w:rsidRDefault="00C87E7D" w:rsidP="00FA6E4E">
      <w:pPr>
        <w:pStyle w:val="Bodytext30"/>
        <w:shd w:val="clear" w:color="auto" w:fill="auto"/>
        <w:tabs>
          <w:tab w:val="left" w:pos="994"/>
        </w:tabs>
        <w:spacing w:before="0" w:after="120"/>
        <w:ind w:left="400"/>
      </w:pPr>
      <w:r>
        <w:t>До:</w:t>
      </w:r>
      <w:r>
        <w:tab/>
        <w:t>Главните преговарящи за развиващите се държави</w:t>
      </w:r>
    </w:p>
    <w:p w:rsidR="007D1F4E" w:rsidRPr="00FA6E4E" w:rsidRDefault="00C87E7D" w:rsidP="00FA6E4E">
      <w:pPr>
        <w:pStyle w:val="Bodytext20"/>
        <w:shd w:val="clear" w:color="auto" w:fill="auto"/>
        <w:ind w:left="3828" w:firstLine="0"/>
        <w:jc w:val="both"/>
      </w:pPr>
      <w:r>
        <w:t>(Над 100 държави: Югоизточна Азия, повечето държави от Централна и Южна Америка, повечето африкански държави, малките островни държави и голяма част от Близкия изток)</w:t>
      </w:r>
    </w:p>
    <w:p w:rsidR="007D1F4E" w:rsidRPr="00FA6E4E" w:rsidRDefault="00C87E7D" w:rsidP="00FA6E4E">
      <w:pPr>
        <w:pStyle w:val="Bodytext30"/>
        <w:shd w:val="clear" w:color="auto" w:fill="auto"/>
        <w:tabs>
          <w:tab w:val="left" w:pos="994"/>
        </w:tabs>
        <w:spacing w:before="0" w:after="120"/>
        <w:ind w:left="400"/>
      </w:pPr>
      <w:r>
        <w:t xml:space="preserve">Предмет: </w:t>
      </w:r>
      <w:r>
        <w:tab/>
        <w:t>Подготовка за срещата на върха за действия в областта на климата</w:t>
      </w:r>
    </w:p>
    <w:p w:rsidR="0063415F" w:rsidRDefault="0063415F" w:rsidP="00FA6E4E">
      <w:pPr>
        <w:pStyle w:val="Bodytext20"/>
        <w:shd w:val="clear" w:color="auto" w:fill="auto"/>
        <w:ind w:firstLine="0"/>
        <w:jc w:val="both"/>
      </w:pPr>
      <w:r>
        <w:t xml:space="preserve">Добре дошли на срещата на върха за действия в областта на климата. Вие и лидерите от всички заинтересовани страни бяхте поканени от генералния секретар на ООН да работите заедно за успешното справяне с изменението на климата. В поканата си генералният секретар </w:t>
      </w:r>
      <w:r>
        <w:rPr>
          <w:color w:val="0000FF"/>
          <w:u w:val="single"/>
        </w:rPr>
        <w:t>отбеляза</w:t>
      </w:r>
      <w:r>
        <w:t xml:space="preserve">, че: „В областта на климата положението е извънредно, като засега сме губещи в тази надпревара, но можем да променим това... Според най-добрите научни достижения ... повишаването на температурата с над 1,5°C ще доведе до значителни и необратими щети на </w:t>
      </w:r>
      <w:proofErr w:type="spellStart"/>
      <w:r>
        <w:t>животоподдържащите</w:t>
      </w:r>
      <w:proofErr w:type="spellEnd"/>
      <w:r>
        <w:t xml:space="preserve"> екосистеми... Но пак според науката още не е твърде късно да преодолеем това положение... Ще са необходими обаче фундаментални промени във всички аспекти на обществото — начина, по който отглеждаме храна и използваме земята, горивата, които потребяваме за транспорт, и енергията, която захранва нашите икономики... Чрез съвместни действия ще гарантираме, че никой няма да бъде пренебрегнат.“</w:t>
      </w:r>
    </w:p>
    <w:p w:rsidR="007D1F4E" w:rsidRPr="00FA6E4E" w:rsidRDefault="0063415F" w:rsidP="00FA6E4E">
      <w:pPr>
        <w:pStyle w:val="Bodytext20"/>
        <w:shd w:val="clear" w:color="auto" w:fill="auto"/>
        <w:ind w:firstLine="0"/>
        <w:jc w:val="both"/>
      </w:pPr>
      <w:r>
        <w:t xml:space="preserve">Целта на срещата на високо равнище е да се изготви план за ограничаване на глобалното затопляне до под 2°C спрямо равнищата от </w:t>
      </w:r>
      <w:proofErr w:type="spellStart"/>
      <w:r>
        <w:t>прединдустриалния</w:t>
      </w:r>
      <w:proofErr w:type="spellEnd"/>
      <w:r>
        <w:t xml:space="preserve"> период със стремеж към 1,5°C – международните, официално признати цели в Парижкото споразумение относно изменението на климата. </w:t>
      </w:r>
      <w:r>
        <w:rPr>
          <w:color w:val="0000FF"/>
          <w:u w:val="single"/>
        </w:rPr>
        <w:t>Научните доказателства</w:t>
      </w:r>
      <w:r>
        <w:t xml:space="preserve"> са ясни: затопляне над тази граница ще доведе до катастрофални и необратими последици, заплашващи здравето, просперитета и живота на хората във всички държави.</w:t>
      </w:r>
    </w:p>
    <w:p w:rsidR="007D1F4E" w:rsidRPr="00FA6E4E" w:rsidRDefault="00C87E7D" w:rsidP="00FA6E4E">
      <w:pPr>
        <w:pStyle w:val="Bodytext20"/>
        <w:shd w:val="clear" w:color="auto" w:fill="auto"/>
        <w:ind w:firstLine="0"/>
        <w:jc w:val="both"/>
      </w:pPr>
      <w:r>
        <w:t>Вие представлявате най-слабо развитите държави в света. Общото население на Вашите държави е около 2,9 милиарда души, което представлява около 38 % от общото население в света (7,7 милиарда души), и то нараства с бърз темп. Взети заедно обаче Вашите страни генерират едва около 16 % от световното икономическо производство, имат по-нисък БВП (брутен вътрешен продукт) на глава от населението и много повече бедност отколкото развитите държави.</w:t>
      </w:r>
    </w:p>
    <w:p w:rsidR="007D1F4E" w:rsidRPr="00FA6E4E" w:rsidRDefault="00C87E7D" w:rsidP="00FA6E4E">
      <w:pPr>
        <w:pStyle w:val="Bodytext20"/>
        <w:shd w:val="clear" w:color="auto" w:fill="auto"/>
        <w:spacing w:line="244" w:lineRule="exact"/>
        <w:ind w:left="400"/>
        <w:jc w:val="both"/>
      </w:pPr>
      <w:r>
        <w:t>Приоритетите на Вашата политика са изброени по-долу. Можете обаче да предложите или блокирате всяка от посочените политики.</w:t>
      </w:r>
    </w:p>
    <w:p w:rsidR="007D1F4E" w:rsidRPr="00FA6E4E" w:rsidRDefault="00C87E7D" w:rsidP="00FA6E4E">
      <w:pPr>
        <w:pStyle w:val="Bodytext30"/>
        <w:numPr>
          <w:ilvl w:val="0"/>
          <w:numId w:val="1"/>
        </w:numPr>
        <w:shd w:val="clear" w:color="auto" w:fill="auto"/>
        <w:tabs>
          <w:tab w:val="left" w:pos="362"/>
        </w:tabs>
        <w:spacing w:before="0" w:after="120"/>
        <w:ind w:left="400"/>
      </w:pPr>
      <w:r>
        <w:t>Субсидиране на производството на енергия о</w:t>
      </w:r>
      <w:r w:rsidR="0074234A">
        <w:t>т възобновяеми източници (напр. </w:t>
      </w:r>
      <w:r>
        <w:t>слънчева, вятърна, геотермална, водноелектрическа и съхраняването на енергия).</w:t>
      </w:r>
    </w:p>
    <w:p w:rsidR="007D1F4E" w:rsidRPr="00FA6E4E" w:rsidRDefault="00C87E7D" w:rsidP="00FA6E4E">
      <w:pPr>
        <w:pStyle w:val="Bodytext20"/>
        <w:shd w:val="clear" w:color="auto" w:fill="auto"/>
        <w:ind w:left="400" w:firstLine="0"/>
        <w:jc w:val="both"/>
      </w:pPr>
      <w:r>
        <w:rPr>
          <w:rStyle w:val="Bodytext23"/>
        </w:rPr>
        <w:t xml:space="preserve">Секторът за производство на енергия от възобновяеми източници нараства с бързи темпове, но все още съставлява под 5 % от световното производство на енергия. Субсидиите ще помогнат на тези сектори да се развият, да създадат работни места във Вашите страни (ако успеете да изпреварите подобренията в технологиите за вятърна и слънчева енергия и технологията за батерии в развитите страни). Технологиите за съхранение (напр. батерии; системи за съхранение с помощта на топлинна енергия; електроенергия, съхранявана чрез помпено-акумулаторни водноелектрически централи) и </w:t>
      </w:r>
      <w:r>
        <w:rPr>
          <w:rStyle w:val="Bodytext23"/>
        </w:rPr>
        <w:lastRenderedPageBreak/>
        <w:t>динамично управление на натоварването в областта на електроенергията позволяват различни възобновяеми източници на енергия като вятъра и слънцето да бъдат интегрирани в енергийната система и по този начин да се осигурява непрекъснато захранване с електроенергия. Субсидиите за възобновяеми енергийни източници, плащани от развитите и бързо развиващите се страни като Китай, ще направят тези източници на енергия много по-евтини за Вашите нации и ще ускорят икономическото развитие.</w:t>
      </w:r>
    </w:p>
    <w:p w:rsidR="007D1F4E" w:rsidRPr="00FA6E4E" w:rsidRDefault="00A067A5" w:rsidP="00FA6E4E">
      <w:pPr>
        <w:pStyle w:val="Bodytext30"/>
        <w:numPr>
          <w:ilvl w:val="0"/>
          <w:numId w:val="1"/>
        </w:numPr>
        <w:shd w:val="clear" w:color="auto" w:fill="auto"/>
        <w:tabs>
          <w:tab w:val="left" w:pos="362"/>
        </w:tabs>
        <w:spacing w:before="0" w:after="120"/>
        <w:ind w:left="400"/>
        <w:rPr>
          <w:b w:val="0"/>
        </w:rPr>
      </w:pPr>
      <w:r>
        <w:t xml:space="preserve">Намаляване на емисиите на метан, </w:t>
      </w:r>
      <w:proofErr w:type="spellStart"/>
      <w:r>
        <w:t>двуазотен</w:t>
      </w:r>
      <w:proofErr w:type="spellEnd"/>
      <w:r>
        <w:t xml:space="preserve"> оксид и други парникови газове.</w:t>
      </w:r>
      <w:r>
        <w:rPr>
          <w:b w:val="0"/>
        </w:rPr>
        <w:t xml:space="preserve"> Най</w:t>
      </w:r>
      <w:r w:rsidR="0074234A">
        <w:rPr>
          <w:b w:val="0"/>
        </w:rPr>
        <w:noBreakHyphen/>
      </w:r>
      <w:r>
        <w:rPr>
          <w:b w:val="0"/>
        </w:rPr>
        <w:t>разпространеният парников газ е СО</w:t>
      </w:r>
      <w:r>
        <w:rPr>
          <w:b w:val="0"/>
          <w:vertAlign w:val="subscript"/>
        </w:rPr>
        <w:t>2</w:t>
      </w:r>
      <w:r>
        <w:rPr>
          <w:b w:val="0"/>
        </w:rPr>
        <w:t>, но други газове причиняват около една четвърт от глобалното затопляне. Сред тях са метан (CH</w:t>
      </w:r>
      <w:r>
        <w:rPr>
          <w:b w:val="0"/>
          <w:vertAlign w:val="subscript"/>
        </w:rPr>
        <w:t>4</w:t>
      </w:r>
      <w:r>
        <w:rPr>
          <w:b w:val="0"/>
        </w:rPr>
        <w:t xml:space="preserve">), </w:t>
      </w:r>
      <w:proofErr w:type="spellStart"/>
      <w:r>
        <w:rPr>
          <w:b w:val="0"/>
        </w:rPr>
        <w:t>двуазотен</w:t>
      </w:r>
      <w:proofErr w:type="spellEnd"/>
      <w:r>
        <w:rPr>
          <w:b w:val="0"/>
        </w:rPr>
        <w:t xml:space="preserve"> оксид (N</w:t>
      </w:r>
      <w:r>
        <w:rPr>
          <w:b w:val="0"/>
          <w:vertAlign w:val="subscript"/>
        </w:rPr>
        <w:t>2</w:t>
      </w:r>
      <w:r>
        <w:rPr>
          <w:b w:val="0"/>
        </w:rPr>
        <w:t xml:space="preserve">O) и широк спектър от </w:t>
      </w:r>
      <w:proofErr w:type="spellStart"/>
      <w:r>
        <w:rPr>
          <w:b w:val="0"/>
        </w:rPr>
        <w:t>флуорохлоровъглеводороди</w:t>
      </w:r>
      <w:proofErr w:type="spellEnd"/>
      <w:r>
        <w:rPr>
          <w:b w:val="0"/>
        </w:rPr>
        <w:t xml:space="preserve"> и други флуорирани съединения (т. нар. </w:t>
      </w:r>
      <w:proofErr w:type="spellStart"/>
      <w:r>
        <w:rPr>
          <w:b w:val="0"/>
        </w:rPr>
        <w:t>флуорсъдържащи</w:t>
      </w:r>
      <w:proofErr w:type="spellEnd"/>
      <w:r>
        <w:rPr>
          <w:b w:val="0"/>
        </w:rPr>
        <w:t xml:space="preserve"> парникови газове (ФПГ). Молекула по молекула, много от газовете, които не съдържат CO</w:t>
      </w:r>
      <w:r>
        <w:rPr>
          <w:b w:val="0"/>
          <w:vertAlign w:val="subscript"/>
        </w:rPr>
        <w:t>2</w:t>
      </w:r>
      <w:r>
        <w:rPr>
          <w:b w:val="0"/>
        </w:rPr>
        <w:t>, допринасят за глобалното затопляне през следващите години десетки, стотици или дори хиляди пъти повече отколкото CO</w:t>
      </w:r>
      <w:r>
        <w:rPr>
          <w:b w:val="0"/>
          <w:vertAlign w:val="subscript"/>
        </w:rPr>
        <w:t>2</w:t>
      </w:r>
      <w:r>
        <w:rPr>
          <w:b w:val="0"/>
        </w:rPr>
        <w:t>. Въпреки ниските си концентрации те се увеличават бързо. Повечето от тези емисии се пораждат в развитите държави и бързо развиващите се икономики в света.</w:t>
      </w:r>
    </w:p>
    <w:p w:rsidR="007D1F4E" w:rsidRPr="00FA6E4E" w:rsidRDefault="00A067A5" w:rsidP="00FA6E4E">
      <w:pPr>
        <w:pStyle w:val="Bodytext30"/>
        <w:numPr>
          <w:ilvl w:val="0"/>
          <w:numId w:val="1"/>
        </w:numPr>
        <w:shd w:val="clear" w:color="auto" w:fill="auto"/>
        <w:tabs>
          <w:tab w:val="left" w:pos="362"/>
        </w:tabs>
        <w:spacing w:before="0" w:after="120"/>
        <w:ind w:left="400"/>
      </w:pPr>
      <w:r>
        <w:t>Намаляване на обезлесяването.</w:t>
      </w:r>
      <w:r>
        <w:rPr>
          <w:b w:val="0"/>
        </w:rPr>
        <w:t xml:space="preserve"> Понастоящем обезлесяването е причина за около 15 % от емисиите на парникови газове в световен мащаб. Голяма част от обезлесяването засяга тропическите гори във Вашите страни, включително басейна на Амазонка, Южна и Югоизточна Азия и Африка. Опазването на горите може да намали тези емисии, като същевременно се съхранят биологичното разнообразие и водните запаси. Ограничаването на обезлесяването обаче намалява и потенциалното използване на тези земи за дърводобив, производство на храни, биоенергия и други важни цели.</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Разглеждане на възможностите за залесяване. </w:t>
      </w:r>
      <w:r>
        <w:t>Залесяването е засаждане на нови гори на земи, където няма дървета, понякога това е земя, която преди това е била обезлесена или с влошено качество. Приложено в голям мащаб, залесяването би могло да използва земя, необходима за отглеждане на култури или добитък, като по този начин се увеличават цените на храните. Обмислете колко земя биха изисквали политиките за залесяване, предложени от Вашата и други групи.</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Обмисляне на въвеждане на данък върху въглищата. </w:t>
      </w:r>
      <w:r>
        <w:t>Много от Вашите държави са в процес на изграждане на нови въглищни мини и електроцентрали, работещи на въглища, въпреки че въглищата са горивото с най-високо съдържание на въглерод и причиняват също голяма част от замърсяването на въздуха, което вреди на милиони хора във Вашите държави. Данъчното облагане, регулирането и дори постепенният отказ от въглищата биха могли бързо да намалят емисиите и опасното замърсяване на въздуха и да подобрят общественото здраве.</w:t>
      </w:r>
    </w:p>
    <w:p w:rsidR="007D1F4E" w:rsidRPr="00FA6E4E" w:rsidRDefault="00E65821" w:rsidP="00FA6E4E">
      <w:pPr>
        <w:pStyle w:val="Bodytext20"/>
        <w:numPr>
          <w:ilvl w:val="0"/>
          <w:numId w:val="1"/>
        </w:numPr>
        <w:shd w:val="clear" w:color="auto" w:fill="auto"/>
        <w:tabs>
          <w:tab w:val="left" w:pos="362"/>
        </w:tabs>
        <w:ind w:left="400"/>
        <w:jc w:val="both"/>
      </w:pPr>
      <w:r>
        <w:rPr>
          <w:b/>
        </w:rPr>
        <w:t>Обмисляне на въвеждането на цена за емисиите на CO</w:t>
      </w:r>
      <w:r>
        <w:rPr>
          <w:b/>
          <w:vertAlign w:val="subscript"/>
        </w:rPr>
        <w:t>2</w:t>
      </w:r>
      <w:r>
        <w:rPr>
          <w:b/>
        </w:rPr>
        <w:t>.</w:t>
      </w:r>
      <w:r>
        <w:t xml:space="preserve"> Световната енергийна система все още е доминирана от изкопаемите горива, а генерираният от тях СО</w:t>
      </w:r>
      <w:r>
        <w:rPr>
          <w:vertAlign w:val="subscript"/>
        </w:rPr>
        <w:t>2</w:t>
      </w:r>
      <w:r>
        <w:t xml:space="preserve"> е факторът, който в най-голяма степен допринася за изменението на климата. Понастоящем пазарните цени не включват екологичните и социалните вреди, причинявани от изкопаемите горива (техните „отрицателни външни ефекти“). Още по-лошо, правителствата по света, а сред тях и редица от Вашите, предоставят между 775 милиарда и 1 трилион </w:t>
      </w:r>
      <w:proofErr w:type="spellStart"/>
      <w:r>
        <w:t>щ.д</w:t>
      </w:r>
      <w:proofErr w:type="spellEnd"/>
      <w:r>
        <w:t>. годишно под формата на субсидии на сектора на изкопаемите горива. Икономистите споделят виждането, че въвеждането на цена на въглеродните емисии е най-добрият начин за намаляване на емисиите на парникови газове в световен мащаб. Обмислете възможността да подкрепите валидна за целия свят цена на въглеродните емисии, която да бъде евентуално въведена постепенно, за да се даде време за приспособяване.</w:t>
      </w:r>
    </w:p>
    <w:p w:rsidR="007D1F4E" w:rsidRPr="00FA6E4E" w:rsidRDefault="00C87E7D" w:rsidP="00FA6E4E">
      <w:pPr>
        <w:pStyle w:val="Bodytext20"/>
        <w:shd w:val="clear" w:color="auto" w:fill="auto"/>
        <w:ind w:left="400" w:firstLine="0"/>
        <w:jc w:val="both"/>
      </w:pPr>
      <w:r>
        <w:t xml:space="preserve">Приходите биха могли да бъдат предоставяни на гражданите или за намаляване на разходите, свързани с други политики. Въпреки че в някои страни бяха въведени цени на въглеродните емисии, те са далече под препоръчваната от много икономисти минимална </w:t>
      </w:r>
      <w:r>
        <w:lastRenderedPageBreak/>
        <w:t xml:space="preserve">цена от 30—50 </w:t>
      </w:r>
      <w:proofErr w:type="spellStart"/>
      <w:r>
        <w:t>щ.д</w:t>
      </w:r>
      <w:proofErr w:type="spellEnd"/>
      <w:r>
        <w:t>. за тон CO</w:t>
      </w:r>
      <w:r>
        <w:rPr>
          <w:vertAlign w:val="subscript"/>
        </w:rPr>
        <w:t>2</w:t>
      </w:r>
      <w:r>
        <w:t>. Вие обаче не можете да си позволите да приложите такива мерки твърде бързо — средната класа във Вашите държави се стреми към продуктите и услугите, които хората в развитите страни приемат за даденост — автомобили, климатизация, пътуване със самолет и др., а бедните искат да имат редовно снабдяване с електроенергия, чиста вода, храна, както и здравеопазване, достойно жилище и други основни човешки потребности — и те ще усетят много остро ефекта от увеличаването на енергийните разходи.</w:t>
      </w:r>
    </w:p>
    <w:p w:rsidR="0033065F" w:rsidRDefault="0033065F" w:rsidP="00FA6E4E">
      <w:pPr>
        <w:pStyle w:val="Bodytext50"/>
        <w:shd w:val="clear" w:color="auto" w:fill="auto"/>
        <w:spacing w:before="0"/>
        <w:rPr>
          <w:lang w:val="en-GB"/>
        </w:rPr>
      </w:pPr>
    </w:p>
    <w:p w:rsidR="007D1F4E" w:rsidRPr="00FA6E4E" w:rsidRDefault="00C87E7D" w:rsidP="00FA6E4E">
      <w:pPr>
        <w:pStyle w:val="Bodytext50"/>
        <w:shd w:val="clear" w:color="auto" w:fill="auto"/>
        <w:spacing w:before="0"/>
      </w:pPr>
      <w:r>
        <w:t>Допълнителни съображения</w:t>
      </w:r>
    </w:p>
    <w:p w:rsidR="007D1F4E" w:rsidRPr="00FA6E4E" w:rsidRDefault="00C87E7D" w:rsidP="00FA6E4E">
      <w:pPr>
        <w:pStyle w:val="Bodytext20"/>
        <w:shd w:val="clear" w:color="auto" w:fill="auto"/>
        <w:ind w:firstLine="0"/>
        <w:jc w:val="both"/>
      </w:pPr>
      <w:r>
        <w:t>Много хора във Вашите държави нямат достъп до електричество или редовно снабдяване енергия на достъпни цени. Понастоящем Вашите държави генерират само около 24 % от емисиите на парникови газове в световен мащаб, а емисиите на човек са много по-ниски, отколкото в развитите страни, или дори в Китай. Въпреки това използването на изкопаеми горива във Вашите държави нараства бързо с развитието на Вашите икономики. Развитите държави са генерирали по-голямата част от кумулативните емисии на парникови газове, довели до кризата с климата, като същевременно Вашите народи ще страдат най-много от изменението на климата и имат най-малка способност да се приспособят към него. Вие смятате, че е тяхна морална отговорност да намалят емисиите си и не можете да се съгласите с предложените политики за справяне с изменението на климата, ако те ще забавят икономическото Ви развитие и способността Ви да осигурявате на Вашето население храна, работни места, жилища, образование, здравеопазване, както и други основни потребности, които хората в развитите държави приемат за даденост.</w:t>
      </w:r>
    </w:p>
    <w:p w:rsidR="007D1F4E" w:rsidRPr="00FA6E4E" w:rsidRDefault="00C87E7D" w:rsidP="00FA6E4E">
      <w:pPr>
        <w:pStyle w:val="Bodytext20"/>
        <w:shd w:val="clear" w:color="auto" w:fill="auto"/>
        <w:ind w:firstLine="0"/>
        <w:jc w:val="both"/>
      </w:pPr>
      <w:r>
        <w:t>В същото време изменението на климата представлява сериозен риск за просперитета, здравето и живота на Вашето население. Всяка година замърсяването на въздуха от изкопаеми горива във Вашите страни причинява милиони случаи на преждевременна смърт. Покачването на морското равнище, екстремните метеорологични условия, сушите, спадът в добива на култури и други щети, причинявани от изменението на климата, водят до все по-големи конфликти и миграция, подкопават легитимността на Вашите правителства и, за малките островни държави, дори тяхното съществуване. Вашите държави имат възможността да прескочат етапа на енергийна система с изкопаеми горива и да преминат към чиста, ефективна енергийна система с възобновяеми източници, също както много от Вас пропуснаха стационарните телефонни линии и преминаха директно към мобилни телефони. Енергийната ефективност и възобновяемите енергийни източници като вятърната и слънчевата енергия често са рентабилни, създават работни места и икономически възможности и подобряват общественото здраве.</w:t>
      </w:r>
    </w:p>
    <w:p w:rsidR="00F367C3" w:rsidRPr="00F367C3" w:rsidRDefault="00F367C3" w:rsidP="0074234A">
      <w:pPr>
        <w:spacing w:after="120"/>
        <w:jc w:val="center"/>
        <w:rPr>
          <w:lang w:val="en-GB"/>
        </w:rPr>
      </w:pPr>
      <w:r>
        <w:t>_____________</w:t>
      </w:r>
      <w:bookmarkStart w:id="1" w:name="_GoBack"/>
      <w:bookmarkEnd w:id="1"/>
    </w:p>
    <w:sectPr w:rsidR="00F367C3" w:rsidRPr="00F367C3" w:rsidSect="00FA6E4E">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C3" w:rsidRPr="00FA6E4E" w:rsidRDefault="00F367C3">
    <w:pPr>
      <w:pStyle w:val="Footer"/>
      <w:rPr>
        <w:i/>
        <w:sz w:val="20"/>
        <w:szCs w:val="20"/>
      </w:rPr>
    </w:pPr>
    <w:r>
      <w:rPr>
        <w:i/>
        <w:sz w:val="20"/>
        <w:szCs w:val="20"/>
      </w:rPr>
      <w:t xml:space="preserve">Разработена от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w:t>
    </w:r>
    <w:proofErr w:type="spellStart"/>
    <w:r>
      <w:rPr>
        <w:i/>
        <w:sz w:val="20"/>
        <w:szCs w:val="20"/>
      </w:rPr>
      <w:t>Business</w:t>
    </w:r>
    <w:proofErr w:type="spellEnd"/>
    <w:r>
      <w:rPr>
        <w:i/>
        <w:sz w:val="20"/>
        <w:szCs w:val="20"/>
      </w:rPr>
      <w:t xml:space="preserve"> </w:t>
    </w:r>
    <w:proofErr w:type="spellStart"/>
    <w:r>
      <w:rPr>
        <w:i/>
        <w:sz w:val="20"/>
        <w:szCs w:val="20"/>
      </w:rPr>
      <w:t>School</w:t>
    </w:r>
    <w:proofErr w:type="spellEnd"/>
    <w:r>
      <w:rPr>
        <w:i/>
        <w:sz w:val="20"/>
        <w:szCs w:val="20"/>
      </w:rPr>
      <w:t xml:space="preserve"> и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Последна актуализация: септември 2019 г. </w:t>
    </w:r>
    <w:hyperlink r:id="rId1" w:history="1">
      <w:r w:rsidR="0074234A" w:rsidRPr="006D3D49">
        <w:rPr>
          <w:rStyle w:val="Hyperlink"/>
          <w:sz w:val="18"/>
          <w:szCs w:val="18"/>
        </w:rPr>
        <w:t>http://www.climateinteractive.org/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
  <w:rsids>
    <w:rsidRoot w:val="007D1F4E"/>
    <w:rsid w:val="000478B6"/>
    <w:rsid w:val="00114C61"/>
    <w:rsid w:val="0033065F"/>
    <w:rsid w:val="00345F9F"/>
    <w:rsid w:val="00363BF1"/>
    <w:rsid w:val="003A2E5D"/>
    <w:rsid w:val="003F232F"/>
    <w:rsid w:val="00486689"/>
    <w:rsid w:val="005F7717"/>
    <w:rsid w:val="0063415F"/>
    <w:rsid w:val="006C020C"/>
    <w:rsid w:val="007120A5"/>
    <w:rsid w:val="0074234A"/>
    <w:rsid w:val="00791C4B"/>
    <w:rsid w:val="007A17D4"/>
    <w:rsid w:val="007A2EE5"/>
    <w:rsid w:val="007D1F4E"/>
    <w:rsid w:val="008C0530"/>
    <w:rsid w:val="008C1937"/>
    <w:rsid w:val="00905CB5"/>
    <w:rsid w:val="009163DF"/>
    <w:rsid w:val="009F352F"/>
    <w:rsid w:val="00A067A5"/>
    <w:rsid w:val="00A17A2C"/>
    <w:rsid w:val="00A34C83"/>
    <w:rsid w:val="00A60D06"/>
    <w:rsid w:val="00A95053"/>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9FD39"/>
  <w15:docId w15:val="{78F72EAD-1B29-4793-B858-19F2970A115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bg-BG"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bg-BG"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bg-BG"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bg-BG"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bg-BG"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bg-BG"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bg-BG"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 w:type="character" w:styleId="Hyperlink">
    <w:name w:val="Hyperlink"/>
    <w:uiPriority w:val="99"/>
    <w:rsid w:val="007423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CTJJHAUHWN5E-644613129-2704</_dlc_DocId>
    <_dlc_DocIdUrl xmlns="bfc960a6-20da-4c94-8684-71380fca093b">
      <Url>http://dm2016/eesc/2019/_layouts/15/DocIdRedir.aspx?ID=CTJJHAUHWN5E-644613129-2704</Url>
      <Description>CTJJHAUHWN5E-644613129-2704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153</Value>
      <Value>152</Value>
      <Value>64</Value>
      <Value>63</Value>
      <Value>25</Value>
      <Value>246</Value>
      <Value>62</Value>
      <Value>21</Value>
      <Value>55</Value>
      <Value>17</Value>
      <Value>16</Value>
      <Value>52</Value>
      <Value>162</Value>
      <Value>11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9E5156-E3FE-4D0C-879D-AB3B13EF5C49}"/>
</file>

<file path=customXml/itemProps2.xml><?xml version="1.0" encoding="utf-8"?>
<ds:datastoreItem xmlns:ds="http://schemas.openxmlformats.org/officeDocument/2006/customXml" ds:itemID="{3E36AB00-6DCF-4BAD-9560-93BCEDA718C2}"/>
</file>

<file path=customXml/itemProps3.xml><?xml version="1.0" encoding="utf-8"?>
<ds:datastoreItem xmlns:ds="http://schemas.openxmlformats.org/officeDocument/2006/customXml" ds:itemID="{9739F552-12EF-48D4-97FB-9D0CE4EB3968}"/>
</file>

<file path=customXml/itemProps4.xml><?xml version="1.0" encoding="utf-8"?>
<ds:datastoreItem xmlns:ds="http://schemas.openxmlformats.org/officeDocument/2006/customXml" ds:itemID="{765DB6CE-889F-4D15-B88B-7C4989D8ABBE}"/>
</file>

<file path=docProps/app.xml><?xml version="1.0" encoding="utf-8"?>
<Properties xmlns="http://schemas.openxmlformats.org/officeDocument/2006/extended-properties" xmlns:vt="http://schemas.openxmlformats.org/officeDocument/2006/docPropsVTypes">
  <Template>Styles</Template>
  <TotalTime>35</TotalTime>
  <Pages>3</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Работни документи - Група 6B - Развиващи се държави</dc:title>
  <cp:keywords>EESC-2019-05163-06-00-INFO-TRA-EN</cp:keywords>
  <dc:description>Rapporteur:  - Original language: EN - Date of document: 09/12/2019 - Date of meeting:  - External documents:  - Administrator: MME LAHOUSSE Chloé</dc:description>
  <cp:lastModifiedBy>Yulian Petrov</cp:lastModifiedBy>
  <cp:revision>24</cp:revision>
  <dcterms:created xsi:type="dcterms:W3CDTF">2019-11-15T11:00:00Z</dcterms:created>
  <dcterms:modified xsi:type="dcterms:W3CDTF">2019-12-09T14:02:00Z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5c9c7671-c99f-41e2-ac59-9f46d7ba5c5d</vt:lpwstr>
  </property>
  <property fmtid="{D5CDD505-2E9C-101B-9397-08002B2CF9AE}" pid="9" name="AvailableTranslations">
    <vt:lpwstr>52;#DA|5d49c027-8956-412b-aa16-e85a0f96ad0e;#162;#TR|6e4ededd-04c4-4fa0-94e0-1028050302d5;#21;#IT|0774613c-01ed-4e5d-a25d-11d2388de825;#63;#MT|7df99101-6854-4a26-b53a-b88c0da02c26;#45;#NL|55c6556c-b4f4-441d-9acf-c498d4f838bd;#25;#SK|46d9fce0-ef79-4f71-b89b-cd6aa82426b8;#64;#PT|50ccc04a-eadd-42ae-a0cb-acaf45f812ba;#16;#PL|1e03da61-4678-4e07-b136-b5024ca9197b;#246;#ME|925b3da5-5ac0-4b3c-928c-6ef66a5c9b3c;#154;#SQ|5ac17240-8d11-45ec-9893-659b209d7a00;#55;#BG|1a1b3951-7821-4e6a-85f5-5673fc08bd2c;#62;#FI|87606a43-d45f-42d6-b8c9-e1a3457db5b7;#153;#SR|7f3a1d13-b985-4bfd-981e-afe31377edff;#17;#ES|e7a6b05b-ae16-40c8-add9-68b64b03aeba;#4;#EN|f2175f21-25d7-44a3-96da-d6a61b075e1b;#152;#MK|34ce48bb-063e-4413-a932-50853dc71c5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DA|5d49c027-8956-412b-aa16-e85a0f96ad0e;TR|6e4ededd-04c4-4fa0-94e0-1028050302d5;IT|0774613c-01ed-4e5d-a25d-11d2388de825;MT|7df99101-6854-4a26-b53a-b88c0da02c26;NL|55c6556c-b4f4-441d-9acf-c498d4f838bd;ME|925b3da5-5ac0-4b3c-928c-6ef66a5c9b3c;SQ|5ac17240-8d11-45ec-9893-659b209d7a00;FI|87606a43-d45f-42d6-b8c9-e1a3457db5b7;SR|7f3a1d13-b985-4bfd-981e-afe31377edff;ES|e7a6b05b-ae16-40c8-add9-68b64b03aeba;EN|f2175f21-25d7-44a3-96da-d6a61b075e1b;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63;#MT|7df99101-6854-4a26-b53a-b88c0da02c26;#62;#FI|87606a43-d45f-42d6-b8c9-e1a3457db5b7;#246;#ME|925b3da5-5ac0-4b3c-928c-6ef66a5c9b3c;#21;#IT|0774613c-01ed-4e5d-a25d-11d2388de825;#152;#MK|34ce48bb-063e-4413-a932-50853dc71c5c;#17;#ES|e7a6b05b-ae16-40c8-add9-68b64b03aeba;#52;#DA|5d49c027-8956-412b-aa16-e85a0f96ad0e;#162;#TR|6e4ededd-04c4-4fa0-94e0-1028050302d5;#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55;#BG|1a1b3951-7821-4e6a-85f5-5673fc08bd2c</vt:lpwstr>
  </property>
</Properties>
</file>